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1080"/>
        <w:gridCol w:w="2340"/>
        <w:gridCol w:w="1170"/>
      </w:tblGrid>
      <w:tr w:rsidR="00010385" w:rsidTr="00010385">
        <w:trPr>
          <w:trHeight w:val="863"/>
        </w:trPr>
        <w:tc>
          <w:tcPr>
            <w:tcW w:w="2178" w:type="dxa"/>
            <w:vMerge w:val="restart"/>
            <w:shd w:val="clear" w:color="auto" w:fill="002060"/>
            <w:vAlign w:val="center"/>
          </w:tcPr>
          <w:p w:rsidR="00010385" w:rsidRPr="00CD6C82" w:rsidRDefault="00010385" w:rsidP="00CD6C82">
            <w:pPr>
              <w:pStyle w:val="Checklisttitle"/>
              <w:rPr>
                <w:color w:val="FFFFFF"/>
                <w:sz w:val="28"/>
                <w:szCs w:val="28"/>
              </w:rPr>
            </w:pPr>
            <w:proofErr w:type="spellStart"/>
            <w:r>
              <w:rPr>
                <w:color w:val="FFFFFF"/>
                <w:sz w:val="28"/>
                <w:szCs w:val="28"/>
              </w:rPr>
              <w:t>Stixy</w:t>
            </w:r>
            <w:proofErr w:type="spellEnd"/>
            <w:r>
              <w:rPr>
                <w:color w:val="FFFFFF"/>
                <w:sz w:val="28"/>
                <w:szCs w:val="28"/>
              </w:rPr>
              <w:t xml:space="preserve"> </w:t>
            </w:r>
            <w:r w:rsidRPr="00CD6C82">
              <w:rPr>
                <w:color w:val="FFFFFF"/>
                <w:sz w:val="28"/>
                <w:szCs w:val="28"/>
              </w:rPr>
              <w:t>Content</w:t>
            </w:r>
          </w:p>
        </w:tc>
        <w:tc>
          <w:tcPr>
            <w:tcW w:w="1080" w:type="dxa"/>
            <w:shd w:val="clear" w:color="auto" w:fill="002060"/>
          </w:tcPr>
          <w:p w:rsidR="00010385" w:rsidRPr="00EF515F" w:rsidRDefault="00010385" w:rsidP="0078374E">
            <w:pPr>
              <w:pStyle w:val="Checklisttitle"/>
              <w:spacing w:before="240" w:after="0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15</w:t>
            </w:r>
          </w:p>
          <w:p w:rsidR="00010385" w:rsidRPr="00EF515F" w:rsidRDefault="00010385" w:rsidP="00613E05">
            <w:pPr>
              <w:pStyle w:val="Checklisttitle"/>
              <w:rPr>
                <w:color w:val="FFFFFF"/>
                <w:sz w:val="20"/>
                <w:szCs w:val="20"/>
              </w:rPr>
            </w:pPr>
            <w:r w:rsidRPr="00EF515F">
              <w:rPr>
                <w:color w:val="FFFFFF"/>
                <w:sz w:val="20"/>
                <w:szCs w:val="20"/>
              </w:rPr>
              <w:t>Points Possible</w:t>
            </w:r>
          </w:p>
        </w:tc>
        <w:tc>
          <w:tcPr>
            <w:tcW w:w="2340" w:type="dxa"/>
            <w:vMerge w:val="restart"/>
            <w:shd w:val="clear" w:color="auto" w:fill="002060"/>
            <w:vAlign w:val="center"/>
          </w:tcPr>
          <w:p w:rsidR="00010385" w:rsidRPr="00CD6C82" w:rsidRDefault="00010385" w:rsidP="007A68BD">
            <w:pPr>
              <w:pStyle w:val="Checklisttitle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Website Evaluation</w:t>
            </w:r>
          </w:p>
        </w:tc>
        <w:tc>
          <w:tcPr>
            <w:tcW w:w="1170" w:type="dxa"/>
            <w:shd w:val="clear" w:color="auto" w:fill="002060"/>
          </w:tcPr>
          <w:p w:rsidR="00010385" w:rsidRPr="00EF515F" w:rsidRDefault="00010385" w:rsidP="0078374E">
            <w:pPr>
              <w:pStyle w:val="Checklisttitle"/>
              <w:spacing w:before="240" w:after="0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10</w:t>
            </w:r>
          </w:p>
          <w:p w:rsidR="00010385" w:rsidRPr="00EF515F" w:rsidRDefault="00010385" w:rsidP="0078374E">
            <w:pPr>
              <w:pStyle w:val="Checklisttitle"/>
              <w:rPr>
                <w:color w:val="FFFFFF"/>
                <w:sz w:val="20"/>
                <w:szCs w:val="20"/>
              </w:rPr>
            </w:pPr>
            <w:r w:rsidRPr="00EF515F">
              <w:rPr>
                <w:color w:val="FFFFFF"/>
                <w:sz w:val="20"/>
                <w:szCs w:val="20"/>
              </w:rPr>
              <w:t>Points Possible</w:t>
            </w:r>
          </w:p>
        </w:tc>
      </w:tr>
      <w:tr w:rsidR="00010385" w:rsidTr="00010385">
        <w:trPr>
          <w:trHeight w:val="862"/>
        </w:trPr>
        <w:tc>
          <w:tcPr>
            <w:tcW w:w="2178" w:type="dxa"/>
            <w:vMerge/>
            <w:shd w:val="clear" w:color="auto" w:fill="002060"/>
            <w:vAlign w:val="center"/>
          </w:tcPr>
          <w:p w:rsidR="00010385" w:rsidRDefault="00010385" w:rsidP="00CD6C82">
            <w:pPr>
              <w:pStyle w:val="Checklisttitle"/>
              <w:rPr>
                <w:color w:val="FFFFFF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002060"/>
          </w:tcPr>
          <w:p w:rsidR="00010385" w:rsidRPr="00EF515F" w:rsidRDefault="00010385" w:rsidP="0078374E">
            <w:pPr>
              <w:pStyle w:val="Checklisttitle"/>
              <w:spacing w:before="240" w:after="0"/>
              <w:rPr>
                <w:color w:val="FFFFFF"/>
                <w:sz w:val="20"/>
                <w:szCs w:val="20"/>
              </w:rPr>
            </w:pPr>
            <w:r w:rsidRPr="00EF515F">
              <w:rPr>
                <w:color w:val="FFFFFF"/>
                <w:sz w:val="20"/>
                <w:szCs w:val="20"/>
              </w:rPr>
              <w:t>Earned</w:t>
            </w:r>
          </w:p>
        </w:tc>
        <w:tc>
          <w:tcPr>
            <w:tcW w:w="2340" w:type="dxa"/>
            <w:vMerge/>
            <w:shd w:val="clear" w:color="auto" w:fill="002060"/>
            <w:vAlign w:val="center"/>
          </w:tcPr>
          <w:p w:rsidR="00010385" w:rsidRDefault="00010385" w:rsidP="007A68BD">
            <w:pPr>
              <w:pStyle w:val="Checklisttitle"/>
              <w:rPr>
                <w:color w:val="FFFFFF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002060"/>
          </w:tcPr>
          <w:p w:rsidR="00010385" w:rsidRPr="00EF515F" w:rsidRDefault="00010385" w:rsidP="0078374E">
            <w:pPr>
              <w:pStyle w:val="Checklisttitle"/>
              <w:spacing w:before="240" w:after="0"/>
              <w:rPr>
                <w:color w:val="FFFFFF"/>
                <w:sz w:val="20"/>
                <w:szCs w:val="20"/>
              </w:rPr>
            </w:pPr>
            <w:r w:rsidRPr="00EF515F">
              <w:rPr>
                <w:color w:val="FFFFFF"/>
                <w:sz w:val="20"/>
                <w:szCs w:val="20"/>
              </w:rPr>
              <w:t>Earned</w:t>
            </w:r>
          </w:p>
        </w:tc>
      </w:tr>
      <w:tr w:rsidR="00010385" w:rsidTr="00010385">
        <w:tc>
          <w:tcPr>
            <w:tcW w:w="2178" w:type="dxa"/>
            <w:shd w:val="clear" w:color="auto" w:fill="00B050"/>
            <w:vAlign w:val="center"/>
          </w:tcPr>
          <w:p w:rsidR="00010385" w:rsidRDefault="00010385" w:rsidP="00EF515F">
            <w:pPr>
              <w:pStyle w:val="Checklisttitle"/>
              <w:spacing w:after="0"/>
              <w:jc w:val="left"/>
              <w:rPr>
                <w:color w:val="FFFFFF"/>
                <w:sz w:val="20"/>
                <w:szCs w:val="20"/>
              </w:rPr>
            </w:pPr>
            <w:r w:rsidRPr="007A68BD">
              <w:rPr>
                <w:color w:val="FFFFFF"/>
                <w:sz w:val="20"/>
                <w:szCs w:val="20"/>
              </w:rPr>
              <w:t>High quality content that demonstrates a wide range of learning experiences.</w:t>
            </w:r>
          </w:p>
          <w:p w:rsidR="00010385" w:rsidRPr="007A68BD" w:rsidRDefault="00010385" w:rsidP="00010385">
            <w:pPr>
              <w:pStyle w:val="Checklisttitle"/>
              <w:spacing w:after="0"/>
              <w:jc w:val="lef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(2 Possible)</w:t>
            </w:r>
          </w:p>
        </w:tc>
        <w:tc>
          <w:tcPr>
            <w:tcW w:w="1080" w:type="dxa"/>
            <w:shd w:val="clear" w:color="auto" w:fill="00B050"/>
          </w:tcPr>
          <w:p w:rsidR="00010385" w:rsidRDefault="00010385" w:rsidP="00D44AF0">
            <w:pPr>
              <w:pStyle w:val="Checklisttitle"/>
              <w:rPr>
                <w:color w:val="FFFFFF"/>
                <w:sz w:val="20"/>
                <w:szCs w:val="20"/>
              </w:rPr>
            </w:pPr>
          </w:p>
          <w:p w:rsidR="00010385" w:rsidRPr="007A68BD" w:rsidRDefault="00010385" w:rsidP="00010385">
            <w:pPr>
              <w:pStyle w:val="Checklisttitle"/>
              <w:rPr>
                <w:color w:val="FFFFFF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00B050"/>
            <w:vAlign w:val="center"/>
          </w:tcPr>
          <w:p w:rsidR="00010385" w:rsidRDefault="00010385" w:rsidP="00613E05">
            <w:pPr>
              <w:pStyle w:val="Checklisttitle"/>
              <w:jc w:val="left"/>
              <w:rPr>
                <w:color w:val="FFFFFF"/>
                <w:sz w:val="20"/>
                <w:szCs w:val="20"/>
              </w:rPr>
            </w:pPr>
            <w:r w:rsidRPr="007A68BD">
              <w:rPr>
                <w:color w:val="FFFFFF"/>
                <w:sz w:val="20"/>
                <w:szCs w:val="20"/>
              </w:rPr>
              <w:t xml:space="preserve">All </w:t>
            </w:r>
            <w:r>
              <w:rPr>
                <w:color w:val="FFFFFF"/>
                <w:sz w:val="20"/>
                <w:szCs w:val="20"/>
              </w:rPr>
              <w:t xml:space="preserve">evaluation criteria </w:t>
            </w:r>
            <w:proofErr w:type="gramStart"/>
            <w:r>
              <w:rPr>
                <w:color w:val="FFFFFF"/>
                <w:sz w:val="20"/>
                <w:szCs w:val="20"/>
              </w:rPr>
              <w:t>has</w:t>
            </w:r>
            <w:proofErr w:type="gramEnd"/>
            <w:r>
              <w:rPr>
                <w:color w:val="FFFFFF"/>
                <w:sz w:val="20"/>
                <w:szCs w:val="20"/>
              </w:rPr>
              <w:t xml:space="preserve"> been addressed.</w:t>
            </w:r>
            <w:r w:rsidRPr="007A68BD">
              <w:rPr>
                <w:color w:val="FFFFFF"/>
                <w:sz w:val="20"/>
                <w:szCs w:val="20"/>
              </w:rPr>
              <w:t xml:space="preserve"> </w:t>
            </w:r>
          </w:p>
          <w:p w:rsidR="00010385" w:rsidRPr="007A68BD" w:rsidRDefault="00010385" w:rsidP="00010385">
            <w:pPr>
              <w:pStyle w:val="Checklisttitle"/>
              <w:jc w:val="lef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(2 Possible)</w:t>
            </w:r>
          </w:p>
        </w:tc>
        <w:tc>
          <w:tcPr>
            <w:tcW w:w="1170" w:type="dxa"/>
            <w:shd w:val="clear" w:color="auto" w:fill="00B050"/>
          </w:tcPr>
          <w:p w:rsidR="00010385" w:rsidRPr="007A68BD" w:rsidRDefault="00010385" w:rsidP="00C15A1A">
            <w:pPr>
              <w:pStyle w:val="Checklisttitle"/>
              <w:rPr>
                <w:color w:val="FFFFFF"/>
                <w:sz w:val="20"/>
                <w:szCs w:val="20"/>
              </w:rPr>
            </w:pPr>
          </w:p>
        </w:tc>
      </w:tr>
      <w:tr w:rsidR="00010385" w:rsidTr="00010385">
        <w:tc>
          <w:tcPr>
            <w:tcW w:w="2178" w:type="dxa"/>
            <w:shd w:val="clear" w:color="auto" w:fill="00B0F0"/>
            <w:vAlign w:val="center"/>
          </w:tcPr>
          <w:p w:rsidR="00010385" w:rsidRDefault="00010385" w:rsidP="00EF515F">
            <w:pPr>
              <w:pStyle w:val="Checklisttitle"/>
              <w:spacing w:after="0"/>
              <w:jc w:val="lef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 xml:space="preserve">10 resources relating directly to ESL theories, BICS, CALP, culture, assessment, language development stages, pedagogy/methodology, TESOL standards, &amp; 2 additional topics are posted. </w:t>
            </w:r>
          </w:p>
          <w:p w:rsidR="00010385" w:rsidRPr="007A68BD" w:rsidRDefault="00010385" w:rsidP="00010385">
            <w:pPr>
              <w:pStyle w:val="Checklisttitle"/>
              <w:spacing w:after="0"/>
              <w:jc w:val="lef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(5 Possible)</w:t>
            </w:r>
          </w:p>
        </w:tc>
        <w:tc>
          <w:tcPr>
            <w:tcW w:w="1080" w:type="dxa"/>
            <w:shd w:val="clear" w:color="auto" w:fill="00B0F0"/>
          </w:tcPr>
          <w:p w:rsidR="00010385" w:rsidRDefault="00010385" w:rsidP="00D44AF0">
            <w:pPr>
              <w:pStyle w:val="Checklisttitle"/>
              <w:rPr>
                <w:color w:val="FFFFFF"/>
                <w:sz w:val="20"/>
                <w:szCs w:val="20"/>
              </w:rPr>
            </w:pPr>
          </w:p>
          <w:p w:rsidR="00010385" w:rsidRDefault="00010385" w:rsidP="00D44AF0">
            <w:pPr>
              <w:pStyle w:val="Checklisttitle"/>
              <w:rPr>
                <w:color w:val="FFFFFF"/>
                <w:sz w:val="20"/>
                <w:szCs w:val="20"/>
              </w:rPr>
            </w:pPr>
          </w:p>
          <w:p w:rsidR="00010385" w:rsidRDefault="00010385" w:rsidP="00D44AF0">
            <w:pPr>
              <w:pStyle w:val="Checklisttitle"/>
              <w:rPr>
                <w:color w:val="FFFFFF"/>
                <w:sz w:val="20"/>
                <w:szCs w:val="20"/>
              </w:rPr>
            </w:pPr>
            <w:bookmarkStart w:id="0" w:name="_GoBack"/>
            <w:bookmarkEnd w:id="0"/>
          </w:p>
          <w:p w:rsidR="00010385" w:rsidRPr="007A68BD" w:rsidRDefault="00010385" w:rsidP="00D44AF0">
            <w:pPr>
              <w:pStyle w:val="Checklisttitle"/>
              <w:rPr>
                <w:color w:val="FFFFFF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00B0F0"/>
            <w:vAlign w:val="center"/>
          </w:tcPr>
          <w:p w:rsidR="00010385" w:rsidRDefault="00010385" w:rsidP="00613E05">
            <w:pPr>
              <w:pStyle w:val="Checklisttitle"/>
              <w:jc w:val="lef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 xml:space="preserve">Evaluation provides evidence that careful consideration of site has been given. </w:t>
            </w:r>
          </w:p>
          <w:p w:rsidR="00010385" w:rsidRPr="007A68BD" w:rsidRDefault="00010385" w:rsidP="00010385">
            <w:pPr>
              <w:pStyle w:val="Checklisttitle"/>
              <w:jc w:val="lef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(2 Possible)</w:t>
            </w:r>
          </w:p>
        </w:tc>
        <w:tc>
          <w:tcPr>
            <w:tcW w:w="1170" w:type="dxa"/>
            <w:shd w:val="clear" w:color="auto" w:fill="00B0F0"/>
          </w:tcPr>
          <w:p w:rsidR="00010385" w:rsidRPr="007A68BD" w:rsidRDefault="00010385" w:rsidP="00C15A1A">
            <w:pPr>
              <w:pStyle w:val="Checklisttitle"/>
              <w:rPr>
                <w:color w:val="FFFFFF"/>
                <w:sz w:val="20"/>
                <w:szCs w:val="20"/>
              </w:rPr>
            </w:pPr>
          </w:p>
        </w:tc>
      </w:tr>
      <w:tr w:rsidR="00010385" w:rsidTr="00010385">
        <w:tc>
          <w:tcPr>
            <w:tcW w:w="2178" w:type="dxa"/>
            <w:shd w:val="clear" w:color="auto" w:fill="5F497A"/>
            <w:vAlign w:val="center"/>
          </w:tcPr>
          <w:p w:rsidR="00010385" w:rsidRDefault="00010385" w:rsidP="00EF515F">
            <w:pPr>
              <w:pStyle w:val="Checklisttitle"/>
              <w:spacing w:after="0"/>
              <w:jc w:val="lef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Links for the resources work and support the posting.</w:t>
            </w:r>
          </w:p>
          <w:p w:rsidR="00010385" w:rsidRPr="007A68BD" w:rsidRDefault="00010385" w:rsidP="00010385">
            <w:pPr>
              <w:pStyle w:val="Checklisttitle"/>
              <w:spacing w:after="0"/>
              <w:jc w:val="lef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(2 Possible)</w:t>
            </w:r>
          </w:p>
        </w:tc>
        <w:tc>
          <w:tcPr>
            <w:tcW w:w="1080" w:type="dxa"/>
            <w:shd w:val="clear" w:color="auto" w:fill="5F497A"/>
          </w:tcPr>
          <w:p w:rsidR="00010385" w:rsidRDefault="00010385" w:rsidP="00D44AF0">
            <w:pPr>
              <w:pStyle w:val="Checklisttitle"/>
              <w:rPr>
                <w:color w:val="FFFFFF"/>
                <w:sz w:val="20"/>
                <w:szCs w:val="20"/>
              </w:rPr>
            </w:pPr>
          </w:p>
          <w:p w:rsidR="00010385" w:rsidRPr="007A68BD" w:rsidRDefault="00010385" w:rsidP="00D44AF0">
            <w:pPr>
              <w:pStyle w:val="Checklisttitle"/>
              <w:rPr>
                <w:color w:val="FFFFFF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5F497A"/>
            <w:vAlign w:val="center"/>
          </w:tcPr>
          <w:p w:rsidR="00010385" w:rsidRDefault="00010385" w:rsidP="00613E05">
            <w:pPr>
              <w:pStyle w:val="Checklisttitle"/>
              <w:jc w:val="lef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 xml:space="preserve">Comments, where appropriate, </w:t>
            </w:r>
            <w:r w:rsidRPr="007A68BD">
              <w:rPr>
                <w:color w:val="FFFFFF"/>
                <w:sz w:val="20"/>
                <w:szCs w:val="20"/>
              </w:rPr>
              <w:t xml:space="preserve">are valid </w:t>
            </w:r>
            <w:r>
              <w:rPr>
                <w:color w:val="FFFFFF"/>
                <w:sz w:val="20"/>
                <w:szCs w:val="20"/>
              </w:rPr>
              <w:t>and support overall evaluation</w:t>
            </w:r>
            <w:r w:rsidRPr="007A68BD">
              <w:rPr>
                <w:color w:val="FFFFFF"/>
                <w:sz w:val="20"/>
                <w:szCs w:val="20"/>
              </w:rPr>
              <w:t xml:space="preserve">. </w:t>
            </w:r>
          </w:p>
          <w:p w:rsidR="00010385" w:rsidRPr="007A68BD" w:rsidRDefault="00010385" w:rsidP="00010385">
            <w:pPr>
              <w:pStyle w:val="Checklisttitle"/>
              <w:jc w:val="lef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(2 Possible)</w:t>
            </w:r>
          </w:p>
        </w:tc>
        <w:tc>
          <w:tcPr>
            <w:tcW w:w="1170" w:type="dxa"/>
            <w:shd w:val="clear" w:color="auto" w:fill="5F497A"/>
          </w:tcPr>
          <w:p w:rsidR="00010385" w:rsidRPr="007A68BD" w:rsidRDefault="00010385" w:rsidP="00C15A1A">
            <w:pPr>
              <w:pStyle w:val="Checklisttitle"/>
              <w:rPr>
                <w:color w:val="FFFFFF"/>
                <w:sz w:val="20"/>
                <w:szCs w:val="20"/>
              </w:rPr>
            </w:pPr>
          </w:p>
        </w:tc>
      </w:tr>
      <w:tr w:rsidR="00010385" w:rsidRPr="00C77001" w:rsidTr="00010385">
        <w:tc>
          <w:tcPr>
            <w:tcW w:w="2178" w:type="dxa"/>
            <w:shd w:val="clear" w:color="auto" w:fill="D99594"/>
            <w:vAlign w:val="center"/>
          </w:tcPr>
          <w:p w:rsidR="00010385" w:rsidRDefault="00010385" w:rsidP="00EF515F">
            <w:pPr>
              <w:pStyle w:val="Checklisttitle"/>
              <w:spacing w:after="0"/>
              <w:jc w:val="lef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Postings are free of errors and have been edited for clarity.</w:t>
            </w:r>
          </w:p>
          <w:p w:rsidR="00010385" w:rsidRPr="007A68BD" w:rsidRDefault="00010385" w:rsidP="00010385">
            <w:pPr>
              <w:pStyle w:val="Checklisttitle"/>
              <w:spacing w:after="0"/>
              <w:jc w:val="lef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(2 Possible)</w:t>
            </w:r>
          </w:p>
        </w:tc>
        <w:tc>
          <w:tcPr>
            <w:tcW w:w="1080" w:type="dxa"/>
            <w:shd w:val="clear" w:color="auto" w:fill="D99594"/>
          </w:tcPr>
          <w:p w:rsidR="00010385" w:rsidRDefault="00010385" w:rsidP="00D44AF0">
            <w:pPr>
              <w:pStyle w:val="Checklisttitle"/>
              <w:rPr>
                <w:color w:val="FFFFFF"/>
                <w:sz w:val="20"/>
                <w:szCs w:val="20"/>
              </w:rPr>
            </w:pPr>
          </w:p>
          <w:p w:rsidR="00010385" w:rsidRPr="007A68BD" w:rsidRDefault="00010385" w:rsidP="00D44AF0">
            <w:pPr>
              <w:pStyle w:val="Checklisttitle"/>
              <w:rPr>
                <w:color w:val="FFFFFF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D99594"/>
            <w:vAlign w:val="center"/>
          </w:tcPr>
          <w:p w:rsidR="00010385" w:rsidRDefault="00010385" w:rsidP="007405C1">
            <w:pPr>
              <w:pStyle w:val="Checklisttitle"/>
              <w:jc w:val="lef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Comments are free of errors and have been edited for clarity.</w:t>
            </w:r>
          </w:p>
          <w:p w:rsidR="00010385" w:rsidRPr="007A68BD" w:rsidRDefault="00010385" w:rsidP="00010385">
            <w:pPr>
              <w:pStyle w:val="Checklisttitle"/>
              <w:jc w:val="lef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(2 Possible)</w:t>
            </w:r>
          </w:p>
        </w:tc>
        <w:tc>
          <w:tcPr>
            <w:tcW w:w="1170" w:type="dxa"/>
            <w:shd w:val="clear" w:color="auto" w:fill="D99594"/>
          </w:tcPr>
          <w:p w:rsidR="00010385" w:rsidRPr="007A68BD" w:rsidRDefault="00010385" w:rsidP="00C15A1A">
            <w:pPr>
              <w:pStyle w:val="Checklisttitle"/>
              <w:rPr>
                <w:color w:val="FFFFFF"/>
                <w:sz w:val="20"/>
                <w:szCs w:val="20"/>
              </w:rPr>
            </w:pPr>
          </w:p>
        </w:tc>
      </w:tr>
      <w:tr w:rsidR="00010385" w:rsidTr="00010385">
        <w:tc>
          <w:tcPr>
            <w:tcW w:w="2178" w:type="dxa"/>
            <w:shd w:val="clear" w:color="auto" w:fill="632423"/>
            <w:vAlign w:val="center"/>
          </w:tcPr>
          <w:p w:rsidR="00010385" w:rsidRDefault="00010385" w:rsidP="00EF515F">
            <w:pPr>
              <w:pStyle w:val="Checklisttitle"/>
              <w:spacing w:after="0"/>
              <w:jc w:val="lef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 xml:space="preserve">Site has a title and appealing background, engaging the viewer. </w:t>
            </w:r>
          </w:p>
          <w:p w:rsidR="00010385" w:rsidRPr="007A68BD" w:rsidRDefault="00010385" w:rsidP="00010385">
            <w:pPr>
              <w:pStyle w:val="Checklisttitle"/>
              <w:spacing w:after="0"/>
              <w:jc w:val="lef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(1 Possible)</w:t>
            </w:r>
          </w:p>
        </w:tc>
        <w:tc>
          <w:tcPr>
            <w:tcW w:w="1080" w:type="dxa"/>
            <w:shd w:val="clear" w:color="auto" w:fill="632423"/>
          </w:tcPr>
          <w:p w:rsidR="00010385" w:rsidRDefault="00010385" w:rsidP="00D44AF0">
            <w:pPr>
              <w:pStyle w:val="Checklisttitle"/>
              <w:rPr>
                <w:color w:val="FFFFFF"/>
                <w:sz w:val="20"/>
                <w:szCs w:val="20"/>
              </w:rPr>
            </w:pPr>
          </w:p>
          <w:p w:rsidR="00010385" w:rsidRPr="007A68BD" w:rsidRDefault="00010385" w:rsidP="00D44AF0">
            <w:pPr>
              <w:pStyle w:val="Checklisttitle"/>
              <w:rPr>
                <w:color w:val="FFFFFF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632423"/>
            <w:vAlign w:val="center"/>
          </w:tcPr>
          <w:p w:rsidR="00010385" w:rsidRDefault="00010385" w:rsidP="00EF515F">
            <w:pPr>
              <w:pStyle w:val="Checklisttitle"/>
              <w:jc w:val="lef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Overall reference supporting opinion of site has been cited.</w:t>
            </w:r>
          </w:p>
          <w:p w:rsidR="00010385" w:rsidRPr="007A68BD" w:rsidRDefault="00010385" w:rsidP="00010385">
            <w:pPr>
              <w:pStyle w:val="Checklisttitle"/>
              <w:jc w:val="lef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(2 Possible)</w:t>
            </w:r>
          </w:p>
        </w:tc>
        <w:tc>
          <w:tcPr>
            <w:tcW w:w="1170" w:type="dxa"/>
            <w:shd w:val="clear" w:color="auto" w:fill="632423"/>
          </w:tcPr>
          <w:p w:rsidR="00010385" w:rsidRPr="007A68BD" w:rsidRDefault="00010385" w:rsidP="00C15A1A">
            <w:pPr>
              <w:pStyle w:val="Checklisttitle"/>
              <w:rPr>
                <w:color w:val="FFFFFF"/>
                <w:sz w:val="20"/>
                <w:szCs w:val="20"/>
              </w:rPr>
            </w:pPr>
          </w:p>
        </w:tc>
      </w:tr>
      <w:tr w:rsidR="00010385" w:rsidRPr="00C77001" w:rsidTr="00010385">
        <w:trPr>
          <w:gridAfter w:val="2"/>
          <w:wAfter w:w="3510" w:type="dxa"/>
        </w:trPr>
        <w:tc>
          <w:tcPr>
            <w:tcW w:w="2178" w:type="dxa"/>
            <w:shd w:val="clear" w:color="auto" w:fill="FF0000"/>
            <w:vAlign w:val="center"/>
          </w:tcPr>
          <w:p w:rsidR="00010385" w:rsidRDefault="00010385" w:rsidP="00EF515F">
            <w:pPr>
              <w:pStyle w:val="Checklisttitle"/>
              <w:spacing w:after="0"/>
              <w:jc w:val="left"/>
              <w:rPr>
                <w:color w:val="FFFFFF"/>
                <w:sz w:val="20"/>
                <w:szCs w:val="20"/>
              </w:rPr>
            </w:pPr>
            <w:r w:rsidRPr="007A68BD">
              <w:rPr>
                <w:color w:val="FFFFFF"/>
                <w:sz w:val="20"/>
                <w:szCs w:val="20"/>
              </w:rPr>
              <w:t xml:space="preserve">Content </w:t>
            </w:r>
            <w:r>
              <w:rPr>
                <w:color w:val="FFFFFF"/>
                <w:sz w:val="20"/>
                <w:szCs w:val="20"/>
              </w:rPr>
              <w:t>provided on the site is described in 3+ sentences per source and clearly details each.</w:t>
            </w:r>
          </w:p>
          <w:p w:rsidR="00010385" w:rsidRPr="007A68BD" w:rsidRDefault="00010385" w:rsidP="00010385">
            <w:pPr>
              <w:pStyle w:val="Checklisttitle"/>
              <w:spacing w:after="0"/>
              <w:jc w:val="lef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(3 Possible)</w:t>
            </w:r>
          </w:p>
        </w:tc>
        <w:tc>
          <w:tcPr>
            <w:tcW w:w="1080" w:type="dxa"/>
            <w:shd w:val="clear" w:color="auto" w:fill="FF0000"/>
          </w:tcPr>
          <w:p w:rsidR="00010385" w:rsidRDefault="00010385" w:rsidP="00D44AF0">
            <w:pPr>
              <w:pStyle w:val="Checklisttitle"/>
              <w:rPr>
                <w:color w:val="FFFFFF"/>
                <w:sz w:val="20"/>
                <w:szCs w:val="20"/>
              </w:rPr>
            </w:pPr>
          </w:p>
          <w:p w:rsidR="00010385" w:rsidRPr="007A68BD" w:rsidRDefault="00010385" w:rsidP="00D44AF0">
            <w:pPr>
              <w:pStyle w:val="Checklisttitle"/>
              <w:rPr>
                <w:color w:val="FFFFFF"/>
                <w:sz w:val="20"/>
                <w:szCs w:val="20"/>
              </w:rPr>
            </w:pPr>
          </w:p>
        </w:tc>
      </w:tr>
    </w:tbl>
    <w:p w:rsidR="00A01AEE" w:rsidRDefault="00D26C36" w:rsidP="00E86F87">
      <w:pPr>
        <w:pStyle w:val="Checklisttitle"/>
      </w:pPr>
      <w:r w:rsidRPr="000B68E9">
        <w:lastRenderedPageBreak/>
        <w:br w:type="page"/>
      </w:r>
    </w:p>
    <w:p w:rsidR="00A01AEE" w:rsidRPr="00D51901" w:rsidRDefault="00A01AEE" w:rsidP="00A01AEE">
      <w:pPr>
        <w:pStyle w:val="Checklisttitle"/>
        <w:jc w:val="left"/>
        <w:rPr>
          <w:rFonts w:ascii="Comic Sans MS" w:hAnsi="Comic Sans MS"/>
          <w:color w:val="7030A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proofErr w:type="gramStart"/>
      <w:r w:rsidRPr="00D51901">
        <w:rPr>
          <w:rFonts w:ascii="Comic Sans MS" w:hAnsi="Comic Sans MS"/>
          <w:color w:val="7030A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ePortfolio</w:t>
      </w:r>
      <w:proofErr w:type="spellEnd"/>
      <w:proofErr w:type="gramEnd"/>
      <w:r w:rsidRPr="00D51901">
        <w:rPr>
          <w:rFonts w:ascii="Comic Sans MS" w:hAnsi="Comic Sans MS"/>
          <w:color w:val="7030A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Reflections &amp; Assessment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A01AEE" w:rsidRPr="00A01AEE" w:rsidTr="00A01AEE">
        <w:tc>
          <w:tcPr>
            <w:tcW w:w="8856" w:type="dxa"/>
          </w:tcPr>
          <w:p w:rsidR="00A01AEE" w:rsidRPr="00A01AEE" w:rsidRDefault="00A01AEE" w:rsidP="00283FF8">
            <w:pPr>
              <w:pStyle w:val="Checklisttitle"/>
              <w:jc w:val="left"/>
              <w:rPr>
                <w:color w:val="8064A2" w:themeColor="accent4"/>
              </w:rPr>
            </w:pPr>
            <w:r w:rsidRPr="00A01AEE">
              <w:rPr>
                <w:color w:val="8064A2" w:themeColor="accent4"/>
              </w:rPr>
              <w:t>What work demonstrates your best work?  Explain your selection.</w:t>
            </w:r>
          </w:p>
          <w:p w:rsidR="00A01AEE" w:rsidRDefault="00A01AEE" w:rsidP="00283FF8">
            <w:pPr>
              <w:pStyle w:val="Checklisttitle"/>
              <w:jc w:val="left"/>
            </w:pPr>
          </w:p>
          <w:p w:rsidR="00A01AEE" w:rsidRPr="00A01AEE" w:rsidRDefault="00A01AEE" w:rsidP="00283FF8">
            <w:pPr>
              <w:pStyle w:val="Checklisttitle"/>
              <w:jc w:val="left"/>
            </w:pPr>
          </w:p>
        </w:tc>
      </w:tr>
    </w:tbl>
    <w:p w:rsidR="00A01AEE" w:rsidRDefault="00A01AEE" w:rsidP="00A01AEE">
      <w:pPr>
        <w:pStyle w:val="Checklisttitle"/>
        <w:jc w:val="left"/>
      </w:pPr>
    </w:p>
    <w:p w:rsidR="00A01AEE" w:rsidRDefault="00A01AEE" w:rsidP="00A01AEE">
      <w:pPr>
        <w:pStyle w:val="Checklisttitle"/>
        <w:jc w:val="lef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A01AEE" w:rsidRPr="00A01AEE" w:rsidTr="00A01AEE">
        <w:tc>
          <w:tcPr>
            <w:tcW w:w="8856" w:type="dxa"/>
          </w:tcPr>
          <w:p w:rsidR="00A01AEE" w:rsidRPr="00A01AEE" w:rsidRDefault="00A01AEE" w:rsidP="005B368F">
            <w:pPr>
              <w:pStyle w:val="Checklisttitle"/>
              <w:jc w:val="left"/>
              <w:rPr>
                <w:color w:val="8064A2" w:themeColor="accent4"/>
              </w:rPr>
            </w:pPr>
            <w:r w:rsidRPr="00A01AEE">
              <w:rPr>
                <w:color w:val="8064A2" w:themeColor="accent4"/>
              </w:rPr>
              <w:t>What work demonstrates your greatest learning? Explain your selection.</w:t>
            </w:r>
          </w:p>
          <w:p w:rsidR="00A01AEE" w:rsidRDefault="00A01AEE" w:rsidP="005B368F">
            <w:pPr>
              <w:pStyle w:val="Checklisttitle"/>
              <w:jc w:val="left"/>
            </w:pPr>
          </w:p>
          <w:p w:rsidR="00A01AEE" w:rsidRDefault="00A01AEE" w:rsidP="005B368F">
            <w:pPr>
              <w:pStyle w:val="Checklisttitle"/>
              <w:jc w:val="left"/>
            </w:pPr>
          </w:p>
          <w:p w:rsidR="00A01AEE" w:rsidRPr="00A01AEE" w:rsidRDefault="00A01AEE" w:rsidP="005B368F">
            <w:pPr>
              <w:pStyle w:val="Checklisttitle"/>
              <w:jc w:val="left"/>
            </w:pPr>
          </w:p>
        </w:tc>
      </w:tr>
    </w:tbl>
    <w:p w:rsidR="00A01AEE" w:rsidRDefault="00A01AEE" w:rsidP="00A01AEE">
      <w:pPr>
        <w:pStyle w:val="Checklisttitle"/>
        <w:jc w:val="left"/>
      </w:pPr>
    </w:p>
    <w:p w:rsidR="00A01AEE" w:rsidRDefault="00A01AEE" w:rsidP="00A01AEE">
      <w:pPr>
        <w:pStyle w:val="Checklisttitle"/>
        <w:jc w:val="left"/>
      </w:pPr>
    </w:p>
    <w:p w:rsidR="00A01AEE" w:rsidRDefault="00A01AEE" w:rsidP="00A01AEE">
      <w:pPr>
        <w:pStyle w:val="Checklisttitle"/>
        <w:jc w:val="left"/>
      </w:pPr>
    </w:p>
    <w:p w:rsidR="00A01AEE" w:rsidRDefault="00A01AEE" w:rsidP="00E86F87">
      <w:pPr>
        <w:pStyle w:val="Checklisttitle"/>
      </w:pPr>
    </w:p>
    <w:p w:rsidR="00A01AEE" w:rsidRDefault="00A01AEE">
      <w:pPr>
        <w:rPr>
          <w:rFonts w:ascii="Arial" w:hAnsi="Arial"/>
          <w:b/>
          <w:sz w:val="32"/>
        </w:rPr>
      </w:pPr>
      <w:r>
        <w:br w:type="page"/>
      </w:r>
    </w:p>
    <w:p w:rsidR="00A01AEE" w:rsidRPr="00D51901" w:rsidRDefault="00042881" w:rsidP="00042881">
      <w:pPr>
        <w:pStyle w:val="Checklisttitle"/>
        <w:jc w:val="left"/>
        <w:rPr>
          <w:rFonts w:ascii="Comic Sans MS" w:hAnsi="Comic Sans MS"/>
          <w:color w:val="0070C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51901">
        <w:rPr>
          <w:rFonts w:ascii="Comic Sans MS" w:hAnsi="Comic Sans MS"/>
          <w:color w:val="0070C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Assessment</w:t>
      </w:r>
    </w:p>
    <w:p w:rsidR="00D26C36" w:rsidRDefault="00E86F87" w:rsidP="00A01AEE">
      <w:pPr>
        <w:pStyle w:val="Checklisttitle"/>
        <w:jc w:val="left"/>
      </w:pPr>
      <w:r>
        <w:t>Student Assessed Rating</w:t>
      </w:r>
      <w:proofErr w:type="gramStart"/>
      <w:r>
        <w:t>:_</w:t>
      </w:r>
      <w:proofErr w:type="gramEnd"/>
      <w:r>
        <w:t>___</w:t>
      </w:r>
    </w:p>
    <w:p w:rsidR="00E86F87" w:rsidRDefault="00E86F87" w:rsidP="00A01AEE">
      <w:pPr>
        <w:pStyle w:val="Checklisttitle"/>
        <w:jc w:val="left"/>
      </w:pPr>
      <w:r>
        <w:t>Explain why you chose your rating:</w:t>
      </w:r>
    </w:p>
    <w:p w:rsidR="00E86F87" w:rsidRDefault="00E86F87" w:rsidP="00A01AEE">
      <w:pPr>
        <w:pStyle w:val="Checklisttitle"/>
        <w:jc w:val="left"/>
      </w:pPr>
    </w:p>
    <w:p w:rsidR="00E86F87" w:rsidRDefault="00E86F87" w:rsidP="00A01AEE">
      <w:pPr>
        <w:pStyle w:val="Checklisttitle"/>
        <w:jc w:val="left"/>
      </w:pPr>
    </w:p>
    <w:p w:rsidR="00E86F87" w:rsidRDefault="00E86F87" w:rsidP="00A01AEE">
      <w:pPr>
        <w:pStyle w:val="Checklisttitle"/>
        <w:jc w:val="left"/>
      </w:pPr>
      <w:r>
        <w:t>Teacher Assessed Rating</w:t>
      </w:r>
      <w:proofErr w:type="gramStart"/>
      <w:r>
        <w:t>:_</w:t>
      </w:r>
      <w:proofErr w:type="gramEnd"/>
      <w:r>
        <w:t>____</w:t>
      </w:r>
    </w:p>
    <w:p w:rsidR="00E86F87" w:rsidRDefault="00E86F87" w:rsidP="00A01AEE">
      <w:pPr>
        <w:pStyle w:val="Checklisttitle"/>
        <w:jc w:val="left"/>
      </w:pPr>
      <w:r>
        <w:t>Explanation of rating:</w:t>
      </w:r>
    </w:p>
    <w:p w:rsidR="00E86F87" w:rsidRDefault="00E86F87" w:rsidP="00A01AEE">
      <w:pPr>
        <w:pStyle w:val="Checklisttitle"/>
        <w:jc w:val="left"/>
      </w:pPr>
    </w:p>
    <w:p w:rsidR="00E86F87" w:rsidRDefault="00E86F87" w:rsidP="00A01AEE">
      <w:pPr>
        <w:pStyle w:val="Checklisttitle"/>
        <w:jc w:val="left"/>
      </w:pPr>
    </w:p>
    <w:p w:rsidR="00E86F87" w:rsidRDefault="00E86F87" w:rsidP="00A01AEE">
      <w:pPr>
        <w:pStyle w:val="Checklisttitle"/>
        <w:jc w:val="left"/>
      </w:pPr>
      <w:r>
        <w:t>Averaged Score (average of student and teacher assessment):______</w:t>
      </w:r>
    </w:p>
    <w:p w:rsidR="00A01AEE" w:rsidRDefault="00A01AEE" w:rsidP="00E86F87">
      <w:pPr>
        <w:pStyle w:val="Checklisttitle"/>
      </w:pPr>
    </w:p>
    <w:p w:rsidR="00A01AEE" w:rsidRDefault="00A01AEE" w:rsidP="00E86F87">
      <w:pPr>
        <w:pStyle w:val="Checklisttitle"/>
      </w:pPr>
    </w:p>
    <w:sectPr w:rsidR="00A01AEE" w:rsidSect="00EF515F">
      <w:headerReference w:type="default" r:id="rId13"/>
      <w:footerReference w:type="default" r:id="rId14"/>
      <w:pgSz w:w="12240" w:h="15840" w:code="1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E7B" w:rsidRDefault="001A1E7B">
      <w:r>
        <w:separator/>
      </w:r>
    </w:p>
  </w:endnote>
  <w:endnote w:type="continuationSeparator" w:id="0">
    <w:p w:rsidR="001A1E7B" w:rsidRDefault="001A1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982" w:rsidRDefault="00840ABC" w:rsidP="00CF27D3">
    <w:pPr>
      <w:jc w:val="center"/>
    </w:pPr>
    <w:r>
      <w:rPr>
        <w:rStyle w:val="PageNumber"/>
      </w:rPr>
      <w:fldChar w:fldCharType="begin"/>
    </w:r>
    <w:r w:rsidR="00507982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10385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E7B" w:rsidRDefault="001A1E7B">
      <w:r>
        <w:separator/>
      </w:r>
    </w:p>
  </w:footnote>
  <w:footnote w:type="continuationSeparator" w:id="0">
    <w:p w:rsidR="001A1E7B" w:rsidRDefault="001A1E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656"/>
      <w:gridCol w:w="1374"/>
    </w:tblGrid>
    <w:tr w:rsidR="00CD6C82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234904158"/>
          <w:placeholder>
            <w:docPart w:val="8D0D9C1634FD434D899839E9AB48B9A0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CD6C82" w:rsidRDefault="0092447D" w:rsidP="00BB0B25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Online Resources Critique &amp; Sticky Note Posting Rubric  Name:  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312146291"/>
          <w:placeholder>
            <w:docPart w:val="826661765E5E43DA92CFABEEF68588AE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CD6C82" w:rsidRPr="00CD6C82" w:rsidRDefault="00CD6C82" w:rsidP="00CD6C82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ESLP 4100</w:t>
              </w:r>
            </w:p>
          </w:tc>
        </w:sdtContent>
      </w:sdt>
    </w:tr>
  </w:tbl>
  <w:p w:rsidR="00CD6C82" w:rsidRDefault="00CD6C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84ED3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17545CAA"/>
    <w:lvl w:ilvl="0">
      <w:numFmt w:val="decimal"/>
      <w:pStyle w:val="Checklistitem"/>
      <w:lvlText w:val="*"/>
      <w:lvlJc w:val="left"/>
    </w:lvl>
  </w:abstractNum>
  <w:abstractNum w:abstractNumId="2">
    <w:nsid w:val="00CC36EB"/>
    <w:multiLevelType w:val="multilevel"/>
    <w:tmpl w:val="41B8A480"/>
    <w:lvl w:ilvl="0">
      <w:start w:val="1"/>
      <w:numFmt w:val="upperLetter"/>
      <w:pStyle w:val="Listlevel2"/>
      <w:lvlText w:val="%1."/>
      <w:lvlJc w:val="left"/>
      <w:pPr>
        <w:tabs>
          <w:tab w:val="num" w:pos="936"/>
        </w:tabs>
        <w:ind w:left="576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296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76"/>
        </w:tabs>
        <w:ind w:left="2016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96"/>
        </w:tabs>
        <w:ind w:left="2736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816"/>
        </w:tabs>
        <w:ind w:left="3456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536"/>
        </w:tabs>
        <w:ind w:left="4176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256"/>
        </w:tabs>
        <w:ind w:left="4896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76"/>
        </w:tabs>
        <w:ind w:left="5616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696"/>
        </w:tabs>
        <w:ind w:left="6336" w:firstLine="0"/>
      </w:pPr>
      <w:rPr>
        <w:rFonts w:hint="default"/>
      </w:rPr>
    </w:lvl>
  </w:abstractNum>
  <w:abstractNum w:abstractNumId="3">
    <w:nsid w:val="080B48C8"/>
    <w:multiLevelType w:val="multilevel"/>
    <w:tmpl w:val="6CA472C6"/>
    <w:lvl w:ilvl="0">
      <w:start w:val="1"/>
      <w:numFmt w:val="decimal"/>
      <w:lvlText w:val="%1."/>
      <w:lvlJc w:val="left"/>
      <w:pPr>
        <w:tabs>
          <w:tab w:val="num" w:pos="2088"/>
        </w:tabs>
        <w:ind w:left="1728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2808"/>
        </w:tabs>
        <w:ind w:left="244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528"/>
        </w:tabs>
        <w:ind w:left="316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48"/>
        </w:tabs>
        <w:ind w:left="3888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4968"/>
        </w:tabs>
        <w:ind w:left="4608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5688"/>
        </w:tabs>
        <w:ind w:left="5328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6408"/>
        </w:tabs>
        <w:ind w:left="6048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7128"/>
        </w:tabs>
        <w:ind w:left="676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7848"/>
        </w:tabs>
        <w:ind w:left="7488" w:firstLine="0"/>
      </w:pPr>
      <w:rPr>
        <w:rFonts w:hint="default"/>
      </w:rPr>
    </w:lvl>
  </w:abstractNum>
  <w:abstractNum w:abstractNumId="4">
    <w:nsid w:val="143B5760"/>
    <w:multiLevelType w:val="multilevel"/>
    <w:tmpl w:val="6CA472C6"/>
    <w:lvl w:ilvl="0">
      <w:start w:val="1"/>
      <w:numFmt w:val="decimal"/>
      <w:lvlText w:val="%1."/>
      <w:lvlJc w:val="left"/>
      <w:pPr>
        <w:tabs>
          <w:tab w:val="num" w:pos="2088"/>
        </w:tabs>
        <w:ind w:left="1728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2808"/>
        </w:tabs>
        <w:ind w:left="244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528"/>
        </w:tabs>
        <w:ind w:left="316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48"/>
        </w:tabs>
        <w:ind w:left="3888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4968"/>
        </w:tabs>
        <w:ind w:left="4608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5688"/>
        </w:tabs>
        <w:ind w:left="5328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6408"/>
        </w:tabs>
        <w:ind w:left="6048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7128"/>
        </w:tabs>
        <w:ind w:left="676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7848"/>
        </w:tabs>
        <w:ind w:left="7488" w:firstLine="0"/>
      </w:pPr>
      <w:rPr>
        <w:rFonts w:hint="default"/>
      </w:rPr>
    </w:lvl>
  </w:abstractNum>
  <w:abstractNum w:abstractNumId="5">
    <w:nsid w:val="15FD497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1609001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8994E85"/>
    <w:multiLevelType w:val="multilevel"/>
    <w:tmpl w:val="41B8A480"/>
    <w:lvl w:ilvl="0">
      <w:start w:val="1"/>
      <w:numFmt w:val="upperLetter"/>
      <w:lvlText w:val="%1."/>
      <w:lvlJc w:val="left"/>
      <w:pPr>
        <w:tabs>
          <w:tab w:val="num" w:pos="936"/>
        </w:tabs>
        <w:ind w:left="576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296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76"/>
        </w:tabs>
        <w:ind w:left="2016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96"/>
        </w:tabs>
        <w:ind w:left="2736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816"/>
        </w:tabs>
        <w:ind w:left="3456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536"/>
        </w:tabs>
        <w:ind w:left="4176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256"/>
        </w:tabs>
        <w:ind w:left="4896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76"/>
        </w:tabs>
        <w:ind w:left="5616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696"/>
        </w:tabs>
        <w:ind w:left="6336" w:firstLine="0"/>
      </w:pPr>
      <w:rPr>
        <w:rFonts w:hint="default"/>
      </w:rPr>
    </w:lvl>
  </w:abstractNum>
  <w:abstractNum w:abstractNumId="8">
    <w:nsid w:val="210F728B"/>
    <w:multiLevelType w:val="multilevel"/>
    <w:tmpl w:val="6CA472C6"/>
    <w:lvl w:ilvl="0">
      <w:start w:val="1"/>
      <w:numFmt w:val="decimal"/>
      <w:lvlText w:val="%1."/>
      <w:lvlJc w:val="left"/>
      <w:pPr>
        <w:tabs>
          <w:tab w:val="num" w:pos="2088"/>
        </w:tabs>
        <w:ind w:left="1728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2808"/>
        </w:tabs>
        <w:ind w:left="244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528"/>
        </w:tabs>
        <w:ind w:left="316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48"/>
        </w:tabs>
        <w:ind w:left="3888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4968"/>
        </w:tabs>
        <w:ind w:left="4608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5688"/>
        </w:tabs>
        <w:ind w:left="5328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6408"/>
        </w:tabs>
        <w:ind w:left="6048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7128"/>
        </w:tabs>
        <w:ind w:left="676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7848"/>
        </w:tabs>
        <w:ind w:left="7488" w:firstLine="0"/>
      </w:pPr>
      <w:rPr>
        <w:rFonts w:hint="default"/>
      </w:rPr>
    </w:lvl>
  </w:abstractNum>
  <w:abstractNum w:abstractNumId="9">
    <w:nsid w:val="22694AE0"/>
    <w:multiLevelType w:val="multilevel"/>
    <w:tmpl w:val="4AC4C6E6"/>
    <w:lvl w:ilvl="0">
      <w:start w:val="1"/>
      <w:numFmt w:val="upperRoman"/>
      <w:lvlText w:val="%1."/>
      <w:lvlJc w:val="left"/>
      <w:pPr>
        <w:tabs>
          <w:tab w:val="num" w:pos="936"/>
        </w:tabs>
        <w:ind w:left="576" w:firstLine="0"/>
      </w:p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296" w:firstLine="0"/>
      </w:pPr>
    </w:lvl>
    <w:lvl w:ilvl="2">
      <w:start w:val="1"/>
      <w:numFmt w:val="decimal"/>
      <w:lvlText w:val="%3."/>
      <w:lvlJc w:val="left"/>
      <w:pPr>
        <w:tabs>
          <w:tab w:val="num" w:pos="2376"/>
        </w:tabs>
        <w:ind w:left="2016" w:firstLine="0"/>
      </w:pPr>
    </w:lvl>
    <w:lvl w:ilvl="3">
      <w:start w:val="1"/>
      <w:numFmt w:val="lowerLetter"/>
      <w:lvlText w:val="%4)"/>
      <w:lvlJc w:val="left"/>
      <w:pPr>
        <w:tabs>
          <w:tab w:val="num" w:pos="3096"/>
        </w:tabs>
        <w:ind w:left="2736" w:firstLine="0"/>
      </w:pPr>
    </w:lvl>
    <w:lvl w:ilvl="4">
      <w:start w:val="1"/>
      <w:numFmt w:val="decimal"/>
      <w:lvlText w:val="(%5)"/>
      <w:lvlJc w:val="left"/>
      <w:pPr>
        <w:tabs>
          <w:tab w:val="num" w:pos="3816"/>
        </w:tabs>
        <w:ind w:left="3456" w:firstLine="0"/>
      </w:pPr>
    </w:lvl>
    <w:lvl w:ilvl="5">
      <w:start w:val="1"/>
      <w:numFmt w:val="lowerLetter"/>
      <w:lvlText w:val="(%6)"/>
      <w:lvlJc w:val="left"/>
      <w:pPr>
        <w:tabs>
          <w:tab w:val="num" w:pos="4536"/>
        </w:tabs>
        <w:ind w:left="4176" w:firstLine="0"/>
      </w:pPr>
    </w:lvl>
    <w:lvl w:ilvl="6">
      <w:start w:val="1"/>
      <w:numFmt w:val="lowerRoman"/>
      <w:lvlText w:val="(%7)"/>
      <w:lvlJc w:val="left"/>
      <w:pPr>
        <w:tabs>
          <w:tab w:val="num" w:pos="5256"/>
        </w:tabs>
        <w:ind w:left="4896" w:firstLine="0"/>
      </w:pPr>
    </w:lvl>
    <w:lvl w:ilvl="7">
      <w:start w:val="1"/>
      <w:numFmt w:val="lowerLetter"/>
      <w:lvlText w:val="(%8)"/>
      <w:lvlJc w:val="left"/>
      <w:pPr>
        <w:tabs>
          <w:tab w:val="num" w:pos="5976"/>
        </w:tabs>
        <w:ind w:left="5616" w:firstLine="0"/>
      </w:pPr>
    </w:lvl>
    <w:lvl w:ilvl="8">
      <w:start w:val="1"/>
      <w:numFmt w:val="lowerRoman"/>
      <w:lvlText w:val="(%9)"/>
      <w:lvlJc w:val="left"/>
      <w:pPr>
        <w:tabs>
          <w:tab w:val="num" w:pos="6696"/>
        </w:tabs>
        <w:ind w:left="6336" w:firstLine="0"/>
      </w:pPr>
    </w:lvl>
  </w:abstractNum>
  <w:abstractNum w:abstractNumId="10">
    <w:nsid w:val="27AC3227"/>
    <w:multiLevelType w:val="multilevel"/>
    <w:tmpl w:val="6CA472C6"/>
    <w:lvl w:ilvl="0">
      <w:start w:val="1"/>
      <w:numFmt w:val="decimal"/>
      <w:lvlText w:val="%1."/>
      <w:lvlJc w:val="left"/>
      <w:pPr>
        <w:tabs>
          <w:tab w:val="num" w:pos="2088"/>
        </w:tabs>
        <w:ind w:left="1728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2808"/>
        </w:tabs>
        <w:ind w:left="244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528"/>
        </w:tabs>
        <w:ind w:left="316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48"/>
        </w:tabs>
        <w:ind w:left="3888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4968"/>
        </w:tabs>
        <w:ind w:left="4608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5688"/>
        </w:tabs>
        <w:ind w:left="5328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6408"/>
        </w:tabs>
        <w:ind w:left="6048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7128"/>
        </w:tabs>
        <w:ind w:left="676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7848"/>
        </w:tabs>
        <w:ind w:left="7488" w:firstLine="0"/>
      </w:pPr>
      <w:rPr>
        <w:rFonts w:hint="default"/>
      </w:rPr>
    </w:lvl>
  </w:abstractNum>
  <w:abstractNum w:abstractNumId="11">
    <w:nsid w:val="325A687E"/>
    <w:multiLevelType w:val="hybridMultilevel"/>
    <w:tmpl w:val="9DEE3AD6"/>
    <w:lvl w:ilvl="0" w:tplc="338029E8">
      <w:start w:val="1"/>
      <w:numFmt w:val="decimal"/>
      <w:pStyle w:val="Checklistnumberedheading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8080"/>
        <w:sz w:val="48"/>
        <w:szCs w:val="4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11276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CE84F9C"/>
    <w:multiLevelType w:val="multilevel"/>
    <w:tmpl w:val="5EE63580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>
    <w:nsid w:val="3DEA7B6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42BD1A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46DE79D6"/>
    <w:multiLevelType w:val="multilevel"/>
    <w:tmpl w:val="1EB2DC0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8080"/>
        <w:sz w:val="48"/>
        <w:szCs w:val="4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531362"/>
    <w:multiLevelType w:val="multilevel"/>
    <w:tmpl w:val="6CA472C6"/>
    <w:lvl w:ilvl="0">
      <w:start w:val="1"/>
      <w:numFmt w:val="decimal"/>
      <w:lvlText w:val="%1."/>
      <w:lvlJc w:val="left"/>
      <w:pPr>
        <w:tabs>
          <w:tab w:val="num" w:pos="2088"/>
        </w:tabs>
        <w:ind w:left="1728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2808"/>
        </w:tabs>
        <w:ind w:left="244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528"/>
        </w:tabs>
        <w:ind w:left="316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48"/>
        </w:tabs>
        <w:ind w:left="3888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4968"/>
        </w:tabs>
        <w:ind w:left="4608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5688"/>
        </w:tabs>
        <w:ind w:left="5328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6408"/>
        </w:tabs>
        <w:ind w:left="6048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7128"/>
        </w:tabs>
        <w:ind w:left="676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7848"/>
        </w:tabs>
        <w:ind w:left="7488" w:firstLine="0"/>
      </w:pPr>
      <w:rPr>
        <w:rFonts w:hint="default"/>
      </w:rPr>
    </w:lvl>
  </w:abstractNum>
  <w:abstractNum w:abstractNumId="18">
    <w:nsid w:val="55D17105"/>
    <w:multiLevelType w:val="multilevel"/>
    <w:tmpl w:val="6CA472C6"/>
    <w:lvl w:ilvl="0">
      <w:start w:val="1"/>
      <w:numFmt w:val="decimal"/>
      <w:pStyle w:val="Listlevel3"/>
      <w:lvlText w:val="%1."/>
      <w:lvlJc w:val="left"/>
      <w:pPr>
        <w:tabs>
          <w:tab w:val="num" w:pos="2088"/>
        </w:tabs>
        <w:ind w:left="1728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2808"/>
        </w:tabs>
        <w:ind w:left="244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528"/>
        </w:tabs>
        <w:ind w:left="316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48"/>
        </w:tabs>
        <w:ind w:left="3888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4968"/>
        </w:tabs>
        <w:ind w:left="4608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5688"/>
        </w:tabs>
        <w:ind w:left="5328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6408"/>
        </w:tabs>
        <w:ind w:left="6048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7128"/>
        </w:tabs>
        <w:ind w:left="676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7848"/>
        </w:tabs>
        <w:ind w:left="7488" w:firstLine="0"/>
      </w:pPr>
      <w:rPr>
        <w:rFonts w:hint="default"/>
      </w:rPr>
    </w:lvl>
  </w:abstractNum>
  <w:abstractNum w:abstractNumId="19">
    <w:nsid w:val="5673419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95A0B79"/>
    <w:multiLevelType w:val="multilevel"/>
    <w:tmpl w:val="4E6E45C4"/>
    <w:lvl w:ilvl="0">
      <w:start w:val="1"/>
      <w:numFmt w:val="upperRoman"/>
      <w:lvlText w:val="%1."/>
      <w:lvlJc w:val="left"/>
      <w:pPr>
        <w:tabs>
          <w:tab w:val="num" w:pos="936"/>
        </w:tabs>
        <w:ind w:left="576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296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76"/>
        </w:tabs>
        <w:ind w:left="2016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96"/>
        </w:tabs>
        <w:ind w:left="2736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816"/>
        </w:tabs>
        <w:ind w:left="3456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536"/>
        </w:tabs>
        <w:ind w:left="4176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256"/>
        </w:tabs>
        <w:ind w:left="4896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76"/>
        </w:tabs>
        <w:ind w:left="5616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696"/>
        </w:tabs>
        <w:ind w:left="6336" w:firstLine="0"/>
      </w:pPr>
      <w:rPr>
        <w:rFonts w:hint="default"/>
      </w:rPr>
    </w:lvl>
  </w:abstractNum>
  <w:abstractNum w:abstractNumId="21">
    <w:nsid w:val="61097337"/>
    <w:multiLevelType w:val="multilevel"/>
    <w:tmpl w:val="93023C68"/>
    <w:lvl w:ilvl="0">
      <w:start w:val="1"/>
      <w:numFmt w:val="upperLetter"/>
      <w:lvlText w:val="%1."/>
      <w:lvlJc w:val="left"/>
      <w:pPr>
        <w:tabs>
          <w:tab w:val="num" w:pos="936"/>
        </w:tabs>
        <w:ind w:left="576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296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76"/>
        </w:tabs>
        <w:ind w:left="2016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96"/>
        </w:tabs>
        <w:ind w:left="2736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816"/>
        </w:tabs>
        <w:ind w:left="3456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536"/>
        </w:tabs>
        <w:ind w:left="4176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256"/>
        </w:tabs>
        <w:ind w:left="4896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76"/>
        </w:tabs>
        <w:ind w:left="5616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696"/>
        </w:tabs>
        <w:ind w:left="6336" w:firstLine="0"/>
      </w:pPr>
      <w:rPr>
        <w:rFonts w:hint="default"/>
      </w:rPr>
    </w:lvl>
  </w:abstractNum>
  <w:abstractNum w:abstractNumId="22">
    <w:nsid w:val="63DE168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662A22D7"/>
    <w:multiLevelType w:val="multilevel"/>
    <w:tmpl w:val="1130DAD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8080"/>
        <w:sz w:val="48"/>
        <w:szCs w:val="4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F22AB3"/>
    <w:multiLevelType w:val="multilevel"/>
    <w:tmpl w:val="6CA472C6"/>
    <w:lvl w:ilvl="0">
      <w:start w:val="1"/>
      <w:numFmt w:val="decimal"/>
      <w:lvlText w:val="%1."/>
      <w:lvlJc w:val="left"/>
      <w:pPr>
        <w:tabs>
          <w:tab w:val="num" w:pos="2088"/>
        </w:tabs>
        <w:ind w:left="1728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2808"/>
        </w:tabs>
        <w:ind w:left="244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528"/>
        </w:tabs>
        <w:ind w:left="316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48"/>
        </w:tabs>
        <w:ind w:left="3888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4968"/>
        </w:tabs>
        <w:ind w:left="4608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5688"/>
        </w:tabs>
        <w:ind w:left="5328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6408"/>
        </w:tabs>
        <w:ind w:left="6048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7128"/>
        </w:tabs>
        <w:ind w:left="676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7848"/>
        </w:tabs>
        <w:ind w:left="7488" w:firstLine="0"/>
      </w:pPr>
      <w:rPr>
        <w:rFonts w:hint="default"/>
      </w:rPr>
    </w:lvl>
  </w:abstractNum>
  <w:abstractNum w:abstractNumId="25">
    <w:nsid w:val="73BE073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B4B4422"/>
    <w:multiLevelType w:val="multilevel"/>
    <w:tmpl w:val="41B8A480"/>
    <w:lvl w:ilvl="0">
      <w:start w:val="1"/>
      <w:numFmt w:val="upperLetter"/>
      <w:lvlText w:val="%1."/>
      <w:lvlJc w:val="left"/>
      <w:pPr>
        <w:tabs>
          <w:tab w:val="num" w:pos="936"/>
        </w:tabs>
        <w:ind w:left="576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296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76"/>
        </w:tabs>
        <w:ind w:left="2016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96"/>
        </w:tabs>
        <w:ind w:left="2736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816"/>
        </w:tabs>
        <w:ind w:left="3456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536"/>
        </w:tabs>
        <w:ind w:left="4176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256"/>
        </w:tabs>
        <w:ind w:left="4896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76"/>
        </w:tabs>
        <w:ind w:left="5616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696"/>
        </w:tabs>
        <w:ind w:left="6336" w:firstLine="0"/>
      </w:pPr>
      <w:rPr>
        <w:rFonts w:hint="default"/>
      </w:rPr>
    </w:lvl>
  </w:abstractNum>
  <w:abstractNum w:abstractNumId="27">
    <w:nsid w:val="7BB06994"/>
    <w:multiLevelType w:val="multilevel"/>
    <w:tmpl w:val="E7C64E9A"/>
    <w:lvl w:ilvl="0">
      <w:start w:val="1"/>
      <w:numFmt w:val="upperRoman"/>
      <w:pStyle w:val="Listlevel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1"/>
    <w:lvlOverride w:ilvl="0">
      <w:lvl w:ilvl="0">
        <w:start w:val="1"/>
        <w:numFmt w:val="bullet"/>
        <w:pStyle w:val="Checklistitem"/>
        <w:lvlText w:val=""/>
        <w:legacy w:legacy="1" w:legacySpace="0" w:legacyIndent="360"/>
        <w:lvlJc w:val="left"/>
        <w:pPr>
          <w:ind w:left="1253" w:hanging="360"/>
        </w:pPr>
        <w:rPr>
          <w:rFonts w:ascii="Wingdings" w:hAnsi="Wingdings" w:hint="default"/>
        </w:rPr>
      </w:lvl>
    </w:lvlOverride>
  </w:num>
  <w:num w:numId="2">
    <w:abstractNumId w:val="0"/>
  </w:num>
  <w:num w:numId="3">
    <w:abstractNumId w:val="11"/>
  </w:num>
  <w:num w:numId="4">
    <w:abstractNumId w:val="23"/>
  </w:num>
  <w:num w:numId="5">
    <w:abstractNumId w:val="16"/>
  </w:num>
  <w:num w:numId="6">
    <w:abstractNumId w:val="11"/>
    <w:lvlOverride w:ilvl="0">
      <w:startOverride w:val="1"/>
    </w:lvlOverride>
  </w:num>
  <w:num w:numId="7">
    <w:abstractNumId w:val="27"/>
  </w:num>
  <w:num w:numId="8">
    <w:abstractNumId w:val="13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20"/>
  </w:num>
  <w:num w:numId="13">
    <w:abstractNumId w:val="2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6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6"/>
  </w:num>
  <w:num w:numId="34">
    <w:abstractNumId w:val="12"/>
  </w:num>
  <w:num w:numId="35">
    <w:abstractNumId w:val="15"/>
  </w:num>
  <w:num w:numId="36">
    <w:abstractNumId w:val="14"/>
  </w:num>
  <w:num w:numId="37">
    <w:abstractNumId w:val="25"/>
  </w:num>
  <w:num w:numId="38">
    <w:abstractNumId w:val="22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82"/>
    <w:rsid w:val="00010385"/>
    <w:rsid w:val="0001234B"/>
    <w:rsid w:val="00042881"/>
    <w:rsid w:val="000B68E9"/>
    <w:rsid w:val="001A1E7B"/>
    <w:rsid w:val="002E4A61"/>
    <w:rsid w:val="0031482F"/>
    <w:rsid w:val="003B084C"/>
    <w:rsid w:val="00507982"/>
    <w:rsid w:val="005648DF"/>
    <w:rsid w:val="005E2362"/>
    <w:rsid w:val="005E447F"/>
    <w:rsid w:val="00613E05"/>
    <w:rsid w:val="00620844"/>
    <w:rsid w:val="00651189"/>
    <w:rsid w:val="0069599C"/>
    <w:rsid w:val="006A2880"/>
    <w:rsid w:val="007405C1"/>
    <w:rsid w:val="00753201"/>
    <w:rsid w:val="0078374E"/>
    <w:rsid w:val="007A68BD"/>
    <w:rsid w:val="007D29C4"/>
    <w:rsid w:val="00840ABC"/>
    <w:rsid w:val="00851F44"/>
    <w:rsid w:val="00860E5A"/>
    <w:rsid w:val="0092447D"/>
    <w:rsid w:val="00A01AEE"/>
    <w:rsid w:val="00A05F16"/>
    <w:rsid w:val="00B82881"/>
    <w:rsid w:val="00B913DF"/>
    <w:rsid w:val="00BB0B25"/>
    <w:rsid w:val="00C15A1A"/>
    <w:rsid w:val="00C56BBA"/>
    <w:rsid w:val="00C77001"/>
    <w:rsid w:val="00CD6C82"/>
    <w:rsid w:val="00CF27D3"/>
    <w:rsid w:val="00D03468"/>
    <w:rsid w:val="00D26C36"/>
    <w:rsid w:val="00D44AF0"/>
    <w:rsid w:val="00D51901"/>
    <w:rsid w:val="00D61E6F"/>
    <w:rsid w:val="00DA5EED"/>
    <w:rsid w:val="00E86F87"/>
    <w:rsid w:val="00E90966"/>
    <w:rsid w:val="00EF515F"/>
    <w:rsid w:val="00F11762"/>
    <w:rsid w:val="00F3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0ABC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05F16"/>
    <w:pPr>
      <w:keepNext/>
      <w:widowControl w:val="0"/>
      <w:spacing w:after="240" w:line="480" w:lineRule="atLeast"/>
      <w:ind w:left="720" w:hanging="720"/>
      <w:jc w:val="center"/>
      <w:outlineLvl w:val="0"/>
    </w:pPr>
    <w:rPr>
      <w:b/>
      <w:caps/>
      <w:snapToGrid w:val="0"/>
    </w:rPr>
  </w:style>
  <w:style w:type="paragraph" w:styleId="Heading2">
    <w:name w:val="heading 2"/>
    <w:basedOn w:val="Normal"/>
    <w:next w:val="Normal"/>
    <w:qFormat/>
    <w:rsid w:val="00CF27D3"/>
    <w:pPr>
      <w:spacing w:line="480" w:lineRule="atLeast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F27D3"/>
    <w:pPr>
      <w:spacing w:line="480" w:lineRule="atLeast"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F11762"/>
    <w:pPr>
      <w:widowControl w:val="0"/>
      <w:spacing w:line="480" w:lineRule="atLeast"/>
      <w:outlineLvl w:val="3"/>
    </w:pPr>
    <w:rPr>
      <w:b/>
      <w:bCs/>
      <w:snapToGrid w:val="0"/>
    </w:rPr>
  </w:style>
  <w:style w:type="paragraph" w:styleId="Heading5">
    <w:name w:val="heading 5"/>
    <w:basedOn w:val="Normal"/>
    <w:next w:val="Normal"/>
    <w:qFormat/>
    <w:rsid w:val="00F1176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F1176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F11762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F11762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F1176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20844"/>
    <w:pPr>
      <w:spacing w:before="3600" w:after="280"/>
      <w:jc w:val="center"/>
    </w:pPr>
    <w:rPr>
      <w:sz w:val="28"/>
    </w:rPr>
  </w:style>
  <w:style w:type="paragraph" w:customStyle="1" w:styleId="Listlevel1">
    <w:name w:val="List level 1"/>
    <w:basedOn w:val="Normal"/>
    <w:rsid w:val="00F11762"/>
    <w:pPr>
      <w:numPr>
        <w:numId w:val="7"/>
      </w:numPr>
      <w:spacing w:line="480" w:lineRule="atLeast"/>
    </w:pPr>
    <w:rPr>
      <w:szCs w:val="20"/>
    </w:rPr>
  </w:style>
  <w:style w:type="paragraph" w:customStyle="1" w:styleId="Listlevel2">
    <w:name w:val="List level 2"/>
    <w:basedOn w:val="Normal"/>
    <w:rsid w:val="00F11762"/>
    <w:pPr>
      <w:numPr>
        <w:numId w:val="10"/>
      </w:numPr>
      <w:spacing w:line="480" w:lineRule="atLeast"/>
    </w:pPr>
    <w:rPr>
      <w:szCs w:val="20"/>
    </w:rPr>
  </w:style>
  <w:style w:type="paragraph" w:customStyle="1" w:styleId="Listlevel3">
    <w:name w:val="List level 3"/>
    <w:basedOn w:val="Normal"/>
    <w:rsid w:val="00F11762"/>
    <w:pPr>
      <w:numPr>
        <w:numId w:val="15"/>
      </w:numPr>
      <w:spacing w:line="480" w:lineRule="atLeast"/>
    </w:pPr>
    <w:rPr>
      <w:szCs w:val="20"/>
    </w:rPr>
  </w:style>
  <w:style w:type="paragraph" w:styleId="BodyText">
    <w:name w:val="Body Text"/>
    <w:basedOn w:val="Normal"/>
    <w:link w:val="BodyTextChar"/>
    <w:rsid w:val="000B68E9"/>
    <w:pPr>
      <w:widowControl w:val="0"/>
      <w:tabs>
        <w:tab w:val="left" w:pos="10800"/>
      </w:tabs>
      <w:spacing w:line="480" w:lineRule="atLeast"/>
      <w:ind w:firstLine="720"/>
    </w:pPr>
    <w:rPr>
      <w:snapToGrid w:val="0"/>
    </w:rPr>
  </w:style>
  <w:style w:type="character" w:customStyle="1" w:styleId="BodyTextChar">
    <w:name w:val="Body Text Char"/>
    <w:basedOn w:val="DefaultParagraphFont"/>
    <w:link w:val="BodyText"/>
    <w:rsid w:val="000B68E9"/>
    <w:rPr>
      <w:snapToGrid w:val="0"/>
      <w:sz w:val="24"/>
      <w:szCs w:val="24"/>
      <w:lang w:val="en-US" w:eastAsia="en-US" w:bidi="ar-SA"/>
    </w:rPr>
  </w:style>
  <w:style w:type="paragraph" w:customStyle="1" w:styleId="Reference">
    <w:name w:val="Reference"/>
    <w:basedOn w:val="Normal"/>
    <w:rsid w:val="000B68E9"/>
    <w:pPr>
      <w:spacing w:before="240" w:line="480" w:lineRule="atLeast"/>
      <w:ind w:left="720" w:hanging="720"/>
    </w:pPr>
    <w:rPr>
      <w:szCs w:val="20"/>
    </w:rPr>
  </w:style>
  <w:style w:type="table" w:styleId="TableGrid">
    <w:name w:val="Table Grid"/>
    <w:basedOn w:val="TableNormal"/>
    <w:rsid w:val="00860E5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ecklistitem">
    <w:name w:val="Checklist item"/>
    <w:basedOn w:val="Normal"/>
    <w:rsid w:val="000B68E9"/>
    <w:pPr>
      <w:widowControl w:val="0"/>
      <w:numPr>
        <w:numId w:val="1"/>
      </w:numPr>
      <w:spacing w:before="240"/>
    </w:pPr>
    <w:rPr>
      <w:rFonts w:ascii="Arial" w:hAnsi="Arial"/>
      <w:snapToGrid w:val="0"/>
    </w:rPr>
  </w:style>
  <w:style w:type="paragraph" w:styleId="BalloonText">
    <w:name w:val="Balloon Text"/>
    <w:basedOn w:val="Normal"/>
    <w:semiHidden/>
    <w:rsid w:val="000B68E9"/>
    <w:rPr>
      <w:rFonts w:ascii="Tahoma" w:hAnsi="Tahoma" w:cs="Tahoma"/>
      <w:sz w:val="16"/>
      <w:szCs w:val="16"/>
    </w:rPr>
  </w:style>
  <w:style w:type="paragraph" w:customStyle="1" w:styleId="Checklisttitle">
    <w:name w:val="Checklist title"/>
    <w:basedOn w:val="Normal"/>
    <w:rsid w:val="00753201"/>
    <w:pPr>
      <w:widowControl w:val="0"/>
      <w:spacing w:after="240"/>
      <w:jc w:val="center"/>
    </w:pPr>
    <w:rPr>
      <w:rFonts w:ascii="Arial" w:hAnsi="Arial"/>
      <w:b/>
      <w:sz w:val="32"/>
    </w:rPr>
  </w:style>
  <w:style w:type="paragraph" w:customStyle="1" w:styleId="Checklistnumberedheading">
    <w:name w:val="Checklist numbered heading"/>
    <w:basedOn w:val="Normal"/>
    <w:rsid w:val="00F11762"/>
    <w:pPr>
      <w:widowControl w:val="0"/>
      <w:numPr>
        <w:numId w:val="3"/>
      </w:numPr>
      <w:tabs>
        <w:tab w:val="left" w:pos="864"/>
      </w:tabs>
      <w:spacing w:before="240"/>
    </w:pPr>
    <w:rPr>
      <w:rFonts w:ascii="Arial" w:hAnsi="Arial"/>
      <w:b/>
      <w:sz w:val="32"/>
    </w:rPr>
  </w:style>
  <w:style w:type="paragraph" w:styleId="Header">
    <w:name w:val="header"/>
    <w:basedOn w:val="Normal"/>
    <w:link w:val="HeaderChar"/>
    <w:uiPriority w:val="99"/>
    <w:rsid w:val="003B084C"/>
    <w:pPr>
      <w:tabs>
        <w:tab w:val="center" w:pos="4680"/>
        <w:tab w:val="right" w:pos="9360"/>
      </w:tabs>
    </w:pPr>
  </w:style>
  <w:style w:type="character" w:styleId="PageNumber">
    <w:name w:val="page number"/>
    <w:basedOn w:val="DefaultParagraphFont"/>
    <w:rsid w:val="00CF27D3"/>
  </w:style>
  <w:style w:type="character" w:customStyle="1" w:styleId="HeaderChar">
    <w:name w:val="Header Char"/>
    <w:basedOn w:val="DefaultParagraphFont"/>
    <w:link w:val="Header"/>
    <w:uiPriority w:val="99"/>
    <w:rsid w:val="003B084C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3B08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B084C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0ABC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05F16"/>
    <w:pPr>
      <w:keepNext/>
      <w:widowControl w:val="0"/>
      <w:spacing w:after="240" w:line="480" w:lineRule="atLeast"/>
      <w:ind w:left="720" w:hanging="720"/>
      <w:jc w:val="center"/>
      <w:outlineLvl w:val="0"/>
    </w:pPr>
    <w:rPr>
      <w:b/>
      <w:caps/>
      <w:snapToGrid w:val="0"/>
    </w:rPr>
  </w:style>
  <w:style w:type="paragraph" w:styleId="Heading2">
    <w:name w:val="heading 2"/>
    <w:basedOn w:val="Normal"/>
    <w:next w:val="Normal"/>
    <w:qFormat/>
    <w:rsid w:val="00CF27D3"/>
    <w:pPr>
      <w:spacing w:line="480" w:lineRule="atLeast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F27D3"/>
    <w:pPr>
      <w:spacing w:line="480" w:lineRule="atLeast"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F11762"/>
    <w:pPr>
      <w:widowControl w:val="0"/>
      <w:spacing w:line="480" w:lineRule="atLeast"/>
      <w:outlineLvl w:val="3"/>
    </w:pPr>
    <w:rPr>
      <w:b/>
      <w:bCs/>
      <w:snapToGrid w:val="0"/>
    </w:rPr>
  </w:style>
  <w:style w:type="paragraph" w:styleId="Heading5">
    <w:name w:val="heading 5"/>
    <w:basedOn w:val="Normal"/>
    <w:next w:val="Normal"/>
    <w:qFormat/>
    <w:rsid w:val="00F1176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F1176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F11762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F11762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F1176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20844"/>
    <w:pPr>
      <w:spacing w:before="3600" w:after="280"/>
      <w:jc w:val="center"/>
    </w:pPr>
    <w:rPr>
      <w:sz w:val="28"/>
    </w:rPr>
  </w:style>
  <w:style w:type="paragraph" w:customStyle="1" w:styleId="Listlevel1">
    <w:name w:val="List level 1"/>
    <w:basedOn w:val="Normal"/>
    <w:rsid w:val="00F11762"/>
    <w:pPr>
      <w:numPr>
        <w:numId w:val="7"/>
      </w:numPr>
      <w:spacing w:line="480" w:lineRule="atLeast"/>
    </w:pPr>
    <w:rPr>
      <w:szCs w:val="20"/>
    </w:rPr>
  </w:style>
  <w:style w:type="paragraph" w:customStyle="1" w:styleId="Listlevel2">
    <w:name w:val="List level 2"/>
    <w:basedOn w:val="Normal"/>
    <w:rsid w:val="00F11762"/>
    <w:pPr>
      <w:numPr>
        <w:numId w:val="10"/>
      </w:numPr>
      <w:spacing w:line="480" w:lineRule="atLeast"/>
    </w:pPr>
    <w:rPr>
      <w:szCs w:val="20"/>
    </w:rPr>
  </w:style>
  <w:style w:type="paragraph" w:customStyle="1" w:styleId="Listlevel3">
    <w:name w:val="List level 3"/>
    <w:basedOn w:val="Normal"/>
    <w:rsid w:val="00F11762"/>
    <w:pPr>
      <w:numPr>
        <w:numId w:val="15"/>
      </w:numPr>
      <w:spacing w:line="480" w:lineRule="atLeast"/>
    </w:pPr>
    <w:rPr>
      <w:szCs w:val="20"/>
    </w:rPr>
  </w:style>
  <w:style w:type="paragraph" w:styleId="BodyText">
    <w:name w:val="Body Text"/>
    <w:basedOn w:val="Normal"/>
    <w:link w:val="BodyTextChar"/>
    <w:rsid w:val="000B68E9"/>
    <w:pPr>
      <w:widowControl w:val="0"/>
      <w:tabs>
        <w:tab w:val="left" w:pos="10800"/>
      </w:tabs>
      <w:spacing w:line="480" w:lineRule="atLeast"/>
      <w:ind w:firstLine="720"/>
    </w:pPr>
    <w:rPr>
      <w:snapToGrid w:val="0"/>
    </w:rPr>
  </w:style>
  <w:style w:type="character" w:customStyle="1" w:styleId="BodyTextChar">
    <w:name w:val="Body Text Char"/>
    <w:basedOn w:val="DefaultParagraphFont"/>
    <w:link w:val="BodyText"/>
    <w:rsid w:val="000B68E9"/>
    <w:rPr>
      <w:snapToGrid w:val="0"/>
      <w:sz w:val="24"/>
      <w:szCs w:val="24"/>
      <w:lang w:val="en-US" w:eastAsia="en-US" w:bidi="ar-SA"/>
    </w:rPr>
  </w:style>
  <w:style w:type="paragraph" w:customStyle="1" w:styleId="Reference">
    <w:name w:val="Reference"/>
    <w:basedOn w:val="Normal"/>
    <w:rsid w:val="000B68E9"/>
    <w:pPr>
      <w:spacing w:before="240" w:line="480" w:lineRule="atLeast"/>
      <w:ind w:left="720" w:hanging="720"/>
    </w:pPr>
    <w:rPr>
      <w:szCs w:val="20"/>
    </w:rPr>
  </w:style>
  <w:style w:type="table" w:styleId="TableGrid">
    <w:name w:val="Table Grid"/>
    <w:basedOn w:val="TableNormal"/>
    <w:rsid w:val="00860E5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ecklistitem">
    <w:name w:val="Checklist item"/>
    <w:basedOn w:val="Normal"/>
    <w:rsid w:val="000B68E9"/>
    <w:pPr>
      <w:widowControl w:val="0"/>
      <w:numPr>
        <w:numId w:val="1"/>
      </w:numPr>
      <w:spacing w:before="240"/>
    </w:pPr>
    <w:rPr>
      <w:rFonts w:ascii="Arial" w:hAnsi="Arial"/>
      <w:snapToGrid w:val="0"/>
    </w:rPr>
  </w:style>
  <w:style w:type="paragraph" w:styleId="BalloonText">
    <w:name w:val="Balloon Text"/>
    <w:basedOn w:val="Normal"/>
    <w:semiHidden/>
    <w:rsid w:val="000B68E9"/>
    <w:rPr>
      <w:rFonts w:ascii="Tahoma" w:hAnsi="Tahoma" w:cs="Tahoma"/>
      <w:sz w:val="16"/>
      <w:szCs w:val="16"/>
    </w:rPr>
  </w:style>
  <w:style w:type="paragraph" w:customStyle="1" w:styleId="Checklisttitle">
    <w:name w:val="Checklist title"/>
    <w:basedOn w:val="Normal"/>
    <w:rsid w:val="00753201"/>
    <w:pPr>
      <w:widowControl w:val="0"/>
      <w:spacing w:after="240"/>
      <w:jc w:val="center"/>
    </w:pPr>
    <w:rPr>
      <w:rFonts w:ascii="Arial" w:hAnsi="Arial"/>
      <w:b/>
      <w:sz w:val="32"/>
    </w:rPr>
  </w:style>
  <w:style w:type="paragraph" w:customStyle="1" w:styleId="Checklistnumberedheading">
    <w:name w:val="Checklist numbered heading"/>
    <w:basedOn w:val="Normal"/>
    <w:rsid w:val="00F11762"/>
    <w:pPr>
      <w:widowControl w:val="0"/>
      <w:numPr>
        <w:numId w:val="3"/>
      </w:numPr>
      <w:tabs>
        <w:tab w:val="left" w:pos="864"/>
      </w:tabs>
      <w:spacing w:before="240"/>
    </w:pPr>
    <w:rPr>
      <w:rFonts w:ascii="Arial" w:hAnsi="Arial"/>
      <w:b/>
      <w:sz w:val="32"/>
    </w:rPr>
  </w:style>
  <w:style w:type="paragraph" w:styleId="Header">
    <w:name w:val="header"/>
    <w:basedOn w:val="Normal"/>
    <w:link w:val="HeaderChar"/>
    <w:uiPriority w:val="99"/>
    <w:rsid w:val="003B084C"/>
    <w:pPr>
      <w:tabs>
        <w:tab w:val="center" w:pos="4680"/>
        <w:tab w:val="right" w:pos="9360"/>
      </w:tabs>
    </w:pPr>
  </w:style>
  <w:style w:type="character" w:styleId="PageNumber">
    <w:name w:val="page number"/>
    <w:basedOn w:val="DefaultParagraphFont"/>
    <w:rsid w:val="00CF27D3"/>
  </w:style>
  <w:style w:type="character" w:customStyle="1" w:styleId="HeaderChar">
    <w:name w:val="Header Char"/>
    <w:basedOn w:val="DefaultParagraphFont"/>
    <w:link w:val="Header"/>
    <w:uiPriority w:val="99"/>
    <w:rsid w:val="003B084C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3B08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B084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er\AppData\Roaming\Microsoft\Templates\TP03000504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D0D9C1634FD434D899839E9AB48B9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866686-02B2-4E86-B138-800513704B4A}"/>
      </w:docPartPr>
      <w:docPartBody>
        <w:p w:rsidR="007A2739" w:rsidRDefault="00F3018A" w:rsidP="00F3018A">
          <w:pPr>
            <w:pStyle w:val="8D0D9C1634FD434D899839E9AB48B9A0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826661765E5E43DA92CFABEEF68588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0ADE8E-0BB0-4A96-A513-4676A59EB32B}"/>
      </w:docPartPr>
      <w:docPartBody>
        <w:p w:rsidR="007A2739" w:rsidRDefault="00F3018A" w:rsidP="00F3018A">
          <w:pPr>
            <w:pStyle w:val="826661765E5E43DA92CFABEEF68588A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18A"/>
    <w:rsid w:val="007A2739"/>
    <w:rsid w:val="00A0734F"/>
    <w:rsid w:val="00F3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0D9C1634FD434D899839E9AB48B9A0">
    <w:name w:val="8D0D9C1634FD434D899839E9AB48B9A0"/>
    <w:rsid w:val="00F3018A"/>
  </w:style>
  <w:style w:type="paragraph" w:customStyle="1" w:styleId="826661765E5E43DA92CFABEEF68588AE">
    <w:name w:val="826661765E5E43DA92CFABEEF68588AE"/>
    <w:rsid w:val="00F301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0D9C1634FD434D899839E9AB48B9A0">
    <w:name w:val="8D0D9C1634FD434D899839E9AB48B9A0"/>
    <w:rsid w:val="00F3018A"/>
  </w:style>
  <w:style w:type="paragraph" w:customStyle="1" w:styleId="826661765E5E43DA92CFABEEF68588AE">
    <w:name w:val="826661765E5E43DA92CFABEEF68588AE"/>
    <w:rsid w:val="00F301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ESLP 4100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/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3203BF-221A-4C27-807B-584B2569696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C71C56E-3925-44C4-A937-A7037EC6CD1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5BB38C5-EA92-4766-B9A5-0A3C2C4FD0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46035EE-C307-41CC-98A7-6770ACBEC8FF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TP030005048</Template>
  <TotalTime>6</TotalTime>
  <Pages>4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Online Resources Critique &amp; Sticky Note Posting Rubric  Name:  Kim Martin</vt:lpstr>
    </vt:vector>
  </TitlesOfParts>
  <Company>Microsoft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Online Resources Critique &amp; Sticky Note Posting Rubric  Name:  </dc:title>
  <dc:creator>Comer</dc:creator>
  <cp:lastModifiedBy>Trent Family</cp:lastModifiedBy>
  <cp:revision>4</cp:revision>
  <cp:lastPrinted>2010-10-25T15:52:00Z</cp:lastPrinted>
  <dcterms:created xsi:type="dcterms:W3CDTF">2010-10-25T16:38:00Z</dcterms:created>
  <dcterms:modified xsi:type="dcterms:W3CDTF">2011-09-29T17:27:00Z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TC300050489990</vt:lpwstr>
  </property>
</Properties>
</file>